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87A1F" w14:textId="03BD5593" w:rsidR="004637AA" w:rsidRDefault="004637AA" w:rsidP="004637AA">
      <w:pPr>
        <w:jc w:val="center"/>
      </w:pPr>
      <w:r w:rsidRPr="004F3581">
        <w:rPr>
          <w:noProof/>
        </w:rPr>
        <w:drawing>
          <wp:inline distT="0" distB="0" distL="0" distR="0" wp14:anchorId="41E0ACD2" wp14:editId="305828B2">
            <wp:extent cx="2501660" cy="1187767"/>
            <wp:effectExtent l="0" t="0" r="0" b="0"/>
            <wp:docPr id="7" name="Picture 7" descr="D:\My Documents\My Pictures\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My Pictures\logo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214" cy="121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9879" w14:textId="08C9FF7C" w:rsidR="004637AA" w:rsidRDefault="004637AA" w:rsidP="004637AA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Catre</w:t>
      </w:r>
      <w:proofErr w:type="spellEnd"/>
      <w:r>
        <w:rPr>
          <w:sz w:val="24"/>
          <w:szCs w:val="24"/>
        </w:rPr>
        <w:t>,</w:t>
      </w:r>
    </w:p>
    <w:p w14:paraId="485AF4E3" w14:textId="6471952F" w:rsidR="004637AA" w:rsidRDefault="004637AA" w:rsidP="004637AA">
      <w:pPr>
        <w:jc w:val="center"/>
        <w:rPr>
          <w:sz w:val="24"/>
          <w:szCs w:val="24"/>
        </w:rPr>
      </w:pPr>
    </w:p>
    <w:p w14:paraId="6B3ED473" w14:textId="77777777" w:rsidR="004637AA" w:rsidRDefault="004637AA" w:rsidP="004637AA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Conducerea</w:t>
      </w:r>
      <w:proofErr w:type="spellEnd"/>
      <w:r>
        <w:rPr>
          <w:sz w:val="24"/>
          <w:szCs w:val="24"/>
        </w:rPr>
        <w:t xml:space="preserve"> Dep. </w:t>
      </w:r>
      <w:proofErr w:type="spellStart"/>
      <w:r>
        <w:rPr>
          <w:sz w:val="24"/>
          <w:szCs w:val="24"/>
        </w:rPr>
        <w:t>Structuri</w:t>
      </w:r>
      <w:proofErr w:type="spellEnd"/>
      <w:r>
        <w:rPr>
          <w:sz w:val="24"/>
          <w:szCs w:val="24"/>
        </w:rPr>
        <w:t xml:space="preserve"> /</w:t>
      </w:r>
    </w:p>
    <w:p w14:paraId="74751B6A" w14:textId="79C08F1A" w:rsidR="004637AA" w:rsidRDefault="004637AA" w:rsidP="004637A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Conducerea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Facultatii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Constructii</w:t>
      </w:r>
      <w:proofErr w:type="spellEnd"/>
    </w:p>
    <w:p w14:paraId="3964D1C4" w14:textId="6BD02777" w:rsidR="004637AA" w:rsidRDefault="004637AA" w:rsidP="004637AA">
      <w:pPr>
        <w:jc w:val="center"/>
        <w:rPr>
          <w:sz w:val="24"/>
          <w:szCs w:val="24"/>
        </w:rPr>
      </w:pPr>
    </w:p>
    <w:p w14:paraId="2B86E336" w14:textId="0F6FCACB" w:rsidR="004637AA" w:rsidRDefault="004637AA" w:rsidP="004637AA">
      <w:pPr>
        <w:spacing w:line="360" w:lineRule="auto"/>
        <w:ind w:firstLine="113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prezenta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subsemnatul</w:t>
      </w:r>
      <w:proofErr w:type="spellEnd"/>
      <w:r>
        <w:rPr>
          <w:sz w:val="24"/>
          <w:szCs w:val="24"/>
        </w:rPr>
        <w:t xml:space="preserve"> Conf. Dr. Ing. HEGHES Bogdan-</w:t>
      </w:r>
      <w:proofErr w:type="spellStart"/>
      <w:r>
        <w:rPr>
          <w:sz w:val="24"/>
          <w:szCs w:val="24"/>
        </w:rPr>
        <w:t>Horea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formulez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cererea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inscriere</w:t>
      </w:r>
      <w:proofErr w:type="spellEnd"/>
      <w:r>
        <w:rPr>
          <w:sz w:val="24"/>
          <w:szCs w:val="24"/>
        </w:rPr>
        <w:t xml:space="preserve"> la concurs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acordarea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gradatiei</w:t>
      </w:r>
      <w:proofErr w:type="spellEnd"/>
      <w:r>
        <w:rPr>
          <w:sz w:val="24"/>
          <w:szCs w:val="24"/>
        </w:rPr>
        <w:t xml:space="preserve"> de merit.</w:t>
      </w:r>
    </w:p>
    <w:p w14:paraId="4EC390A8" w14:textId="2D2A9D6E" w:rsidR="004637AA" w:rsidRDefault="004637AA" w:rsidP="004637AA">
      <w:pPr>
        <w:spacing w:line="360" w:lineRule="auto"/>
        <w:ind w:firstLine="113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Anexez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aceasta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cerere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urmatoarele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documente</w:t>
      </w:r>
      <w:proofErr w:type="spellEnd"/>
      <w:r>
        <w:rPr>
          <w:sz w:val="24"/>
          <w:szCs w:val="24"/>
        </w:rPr>
        <w:t>:</w:t>
      </w:r>
    </w:p>
    <w:p w14:paraId="56E6592E" w14:textId="3A35B380" w:rsidR="004637AA" w:rsidRDefault="004637AA" w:rsidP="004637AA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CV</w:t>
      </w:r>
    </w:p>
    <w:p w14:paraId="393406DF" w14:textId="4D1B51EB" w:rsidR="004637AA" w:rsidRDefault="004637AA" w:rsidP="004637AA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1 – </w:t>
      </w:r>
      <w:proofErr w:type="spellStart"/>
      <w:r>
        <w:rPr>
          <w:sz w:val="24"/>
          <w:szCs w:val="24"/>
        </w:rPr>
        <w:t>Raport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autoevaluare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asupra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activitatii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desfasurate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ultimii</w:t>
      </w:r>
      <w:proofErr w:type="spellEnd"/>
      <w:r>
        <w:rPr>
          <w:sz w:val="24"/>
          <w:szCs w:val="24"/>
        </w:rPr>
        <w:t xml:space="preserve"> 3 ani</w:t>
      </w:r>
    </w:p>
    <w:p w14:paraId="2C228B19" w14:textId="6806F37E" w:rsidR="004637AA" w:rsidRDefault="004637AA" w:rsidP="004637AA">
      <w:pPr>
        <w:pStyle w:val="ListParagraph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2 – </w:t>
      </w:r>
      <w:proofErr w:type="spellStart"/>
      <w:r>
        <w:rPr>
          <w:sz w:val="24"/>
          <w:szCs w:val="24"/>
        </w:rPr>
        <w:t>Apreciere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sintetica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asupra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activitatii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desfasurate</w:t>
      </w:r>
      <w:proofErr w:type="spellEnd"/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ultimii</w:t>
      </w:r>
      <w:proofErr w:type="spellEnd"/>
      <w:r>
        <w:rPr>
          <w:sz w:val="24"/>
          <w:szCs w:val="24"/>
        </w:rPr>
        <w:t xml:space="preserve"> 3 ani</w:t>
      </w:r>
    </w:p>
    <w:p w14:paraId="6DB82214" w14:textId="50C73668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</w:p>
    <w:p w14:paraId="057F0D53" w14:textId="762EDEF3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</w:p>
    <w:p w14:paraId="7F2BFA26" w14:textId="27FCA246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multumesc</w:t>
      </w:r>
      <w:proofErr w:type="spellEnd"/>
      <w:r>
        <w:rPr>
          <w:sz w:val="24"/>
          <w:szCs w:val="24"/>
        </w:rPr>
        <w:t>!</w:t>
      </w:r>
    </w:p>
    <w:p w14:paraId="21EA1506" w14:textId="2C35467F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</w:p>
    <w:p w14:paraId="12DE3C46" w14:textId="72BAFD81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</w:p>
    <w:p w14:paraId="0A9C20EC" w14:textId="70FF4D58" w:rsidR="004637AA" w:rsidRDefault="004637AA" w:rsidP="004637AA">
      <w:pPr>
        <w:spacing w:line="360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Semnatura</w:t>
      </w:r>
      <w:proofErr w:type="spellEnd"/>
    </w:p>
    <w:p w14:paraId="37BB6837" w14:textId="0D470C2D" w:rsidR="004637AA" w:rsidRPr="004637AA" w:rsidRDefault="003B324D" w:rsidP="004637AA">
      <w:pPr>
        <w:spacing w:line="360" w:lineRule="auto"/>
        <w:ind w:left="1134"/>
        <w:jc w:val="both"/>
        <w:rPr>
          <w:sz w:val="24"/>
          <w:szCs w:val="24"/>
        </w:rPr>
      </w:pPr>
      <w:r>
        <w:rPr>
          <w:b/>
          <w:noProof/>
          <w:lang w:val="ro-RO"/>
        </w:rPr>
        <w:drawing>
          <wp:anchor distT="0" distB="0" distL="114300" distR="114300" simplePos="0" relativeHeight="251658240" behindDoc="1" locked="0" layoutInCell="1" allowOverlap="1" wp14:anchorId="0B312A39" wp14:editId="004A2975">
            <wp:simplePos x="0" y="0"/>
            <wp:positionH relativeFrom="column">
              <wp:posOffset>3879717</wp:posOffset>
            </wp:positionH>
            <wp:positionV relativeFrom="paragraph">
              <wp:posOffset>9171</wp:posOffset>
            </wp:positionV>
            <wp:extent cx="1333500" cy="73469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7AA">
        <w:rPr>
          <w:sz w:val="24"/>
          <w:szCs w:val="24"/>
        </w:rPr>
        <w:t>31.10.2020</w:t>
      </w:r>
      <w:r w:rsidR="004637AA">
        <w:rPr>
          <w:sz w:val="24"/>
          <w:szCs w:val="24"/>
        </w:rPr>
        <w:tab/>
      </w:r>
      <w:r w:rsidR="004637AA">
        <w:rPr>
          <w:sz w:val="24"/>
          <w:szCs w:val="24"/>
        </w:rPr>
        <w:tab/>
      </w:r>
      <w:r w:rsidR="004637AA">
        <w:rPr>
          <w:sz w:val="24"/>
          <w:szCs w:val="24"/>
        </w:rPr>
        <w:tab/>
      </w:r>
      <w:r w:rsidR="004637AA">
        <w:rPr>
          <w:sz w:val="24"/>
          <w:szCs w:val="24"/>
        </w:rPr>
        <w:tab/>
      </w:r>
      <w:r w:rsidR="004637AA">
        <w:rPr>
          <w:sz w:val="24"/>
          <w:szCs w:val="24"/>
        </w:rPr>
        <w:tab/>
        <w:t>HEGHES Bogdan-</w:t>
      </w:r>
      <w:proofErr w:type="spellStart"/>
      <w:r w:rsidR="004637AA">
        <w:rPr>
          <w:sz w:val="24"/>
          <w:szCs w:val="24"/>
        </w:rPr>
        <w:t>Horea</w:t>
      </w:r>
      <w:proofErr w:type="spellEnd"/>
    </w:p>
    <w:p w14:paraId="09246436" w14:textId="22623AE2" w:rsidR="004637AA" w:rsidRDefault="004637AA" w:rsidP="004637AA">
      <w:pPr>
        <w:jc w:val="both"/>
        <w:rPr>
          <w:sz w:val="24"/>
          <w:szCs w:val="24"/>
        </w:rPr>
      </w:pPr>
    </w:p>
    <w:p w14:paraId="2D79AAEC" w14:textId="7C67F1A0" w:rsidR="004637AA" w:rsidRPr="004637AA" w:rsidRDefault="004637AA" w:rsidP="004637AA">
      <w:pPr>
        <w:ind w:firstLine="1134"/>
        <w:jc w:val="both"/>
        <w:rPr>
          <w:sz w:val="24"/>
          <w:szCs w:val="24"/>
        </w:rPr>
      </w:pPr>
    </w:p>
    <w:sectPr w:rsidR="004637AA" w:rsidRPr="004637AA" w:rsidSect="004637A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8C44A0"/>
    <w:multiLevelType w:val="hybridMultilevel"/>
    <w:tmpl w:val="0B924B06"/>
    <w:lvl w:ilvl="0" w:tplc="33EC6A1C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AA"/>
    <w:rsid w:val="000F2E06"/>
    <w:rsid w:val="00397F03"/>
    <w:rsid w:val="003B324D"/>
    <w:rsid w:val="004637AA"/>
    <w:rsid w:val="00BB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A1913"/>
  <w15:chartTrackingRefBased/>
  <w15:docId w15:val="{E37AF733-160E-4B9A-98DA-5DF97CA8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</dc:creator>
  <cp:keywords/>
  <dc:description/>
  <cp:lastModifiedBy>dee</cp:lastModifiedBy>
  <cp:revision>2</cp:revision>
  <dcterms:created xsi:type="dcterms:W3CDTF">2020-10-31T12:00:00Z</dcterms:created>
  <dcterms:modified xsi:type="dcterms:W3CDTF">2020-10-31T12:08:00Z</dcterms:modified>
</cp:coreProperties>
</file>